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19D1D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6519D1E" w14:textId="77777777" w:rsidR="008067D9" w:rsidRDefault="00DE2D27" w:rsidP="00DE2D2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8067D9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76519D1F" w14:textId="77777777" w:rsidR="008067D9" w:rsidRDefault="008067D9" w:rsidP="00DE2D2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Instructions on Penetration Testing</w:t>
      </w:r>
    </w:p>
    <w:p w14:paraId="76519D20" w14:textId="509FEED2" w:rsidR="008067D9" w:rsidRDefault="008067D9" w:rsidP="00DE2D27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SCP.04.00.EN</w:t>
      </w:r>
    </w:p>
    <w:p w14:paraId="76519D21" w14:textId="77777777" w:rsidR="008067D9" w:rsidRDefault="008067D9" w:rsidP="008067D9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76519D22" w14:textId="77777777" w:rsidR="008067D9" w:rsidRDefault="008067D9" w:rsidP="008067D9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DE2D27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instructions on penetration testing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8067D9" w:rsidRPr="008067D9" w14:paraId="76519D24" w14:textId="77777777" w:rsidTr="00DF3326">
        <w:tc>
          <w:tcPr>
            <w:tcW w:w="9670" w:type="dxa"/>
          </w:tcPr>
          <w:p w14:paraId="76519D23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="008067D9" w:rsidRPr="008067D9" w14:paraId="76519D37" w14:textId="77777777" w:rsidTr="00DF3326">
        <w:trPr>
          <w:trHeight w:val="8981"/>
        </w:trPr>
        <w:tc>
          <w:tcPr>
            <w:tcW w:w="9670" w:type="dxa"/>
          </w:tcPr>
          <w:p w14:paraId="76519D25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6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7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8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9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A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B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C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D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E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F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0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1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2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3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6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6519D38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19D3B" w14:textId="77777777" w:rsidR="002D1876" w:rsidRDefault="002D1876" w:rsidP="009E4B94">
      <w:pPr>
        <w:spacing w:line="240" w:lineRule="auto"/>
      </w:pPr>
      <w:r>
        <w:separator/>
      </w:r>
    </w:p>
  </w:endnote>
  <w:endnote w:type="continuationSeparator" w:id="0">
    <w:p w14:paraId="76519D3C" w14:textId="77777777" w:rsidR="002D1876" w:rsidRDefault="002D1876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19D3D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6519D40" wp14:editId="76519D41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19D48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6519D42" wp14:editId="76519D4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19D3F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6519D46" wp14:editId="76519D47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19D39" w14:textId="77777777" w:rsidR="002D1876" w:rsidRDefault="002D1876" w:rsidP="009E4B94">
      <w:pPr>
        <w:spacing w:line="240" w:lineRule="auto"/>
      </w:pPr>
      <w:r>
        <w:separator/>
      </w:r>
    </w:p>
  </w:footnote>
  <w:footnote w:type="continuationSeparator" w:id="0">
    <w:p w14:paraId="76519D3A" w14:textId="77777777" w:rsidR="002D1876" w:rsidRDefault="002D1876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19D3E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6519D44" wp14:editId="76519D45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D1876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067D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574CA"/>
    <w:rsid w:val="00983B74"/>
    <w:rsid w:val="00990263"/>
    <w:rsid w:val="009A2571"/>
    <w:rsid w:val="009A4CCC"/>
    <w:rsid w:val="009B04D8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E2D27"/>
    <w:rsid w:val="00DF207D"/>
    <w:rsid w:val="00DF3326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519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8067D9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footer" Target="foot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DA52D1-F7C8-43DD-90FA-43D24001DEF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B42114-74F4-4B24-81EF-DF78D461A4F5}"/>
</file>

<file path=customXml/itemProps3.xml><?xml version="1.0" encoding="utf-8"?>
<ds:datastoreItem xmlns:ds="http://schemas.openxmlformats.org/officeDocument/2006/customXml" ds:itemID="{D1BD6539-7EC1-4AC7-AFC6-73BDF2ACE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90CF2-A677-49CD-8293-456437CB5DD9}">
  <ds:schemaRefs>
    <ds:schemaRef ds:uri="b63ed618-bf3e-4954-a830-28dd24904e9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e91a90-2021-4a92-9a86-3e9429d92af4"/>
    <ds:schemaRef ds:uri="http://purl.org/dc/terms/"/>
    <ds:schemaRef ds:uri="0ec4ba45-9d27-40ef-892e-bb0fb3b5584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2015-02-04T09:57:00Z</dcterms:created>
  <dcterms:modified xsi:type="dcterms:W3CDTF">2018-01-04T11:13:00Z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ccd1b776-9912-4f44-8861-7e7c1e4cb042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